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46" w:rsidRDefault="00203446">
      <w:r>
        <w:rPr>
          <w:noProof/>
          <w:lang w:eastAsia="en-NZ"/>
        </w:rPr>
        <w:pict>
          <v:roundrect id="_x0000_s1026" style="position:absolute;margin-left:-6pt;margin-top:-19.5pt;width:461.25pt;height:166.5pt;z-index:251658240" arcsize="10923f">
            <v:textbox>
              <w:txbxContent>
                <w:p w:rsidR="00203446" w:rsidRPr="00C8593F" w:rsidRDefault="002034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859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What is a MacGuffin?</w:t>
                  </w:r>
                </w:p>
                <w:p w:rsidR="00203446" w:rsidRPr="00C8593F" w:rsidRDefault="002034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203446" w:rsidRPr="00C8593F" w:rsidRDefault="002034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859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Explain how the MacGuffin works in ‘The Curious Incident of the Dog in the Night Time.</w:t>
                  </w:r>
                </w:p>
                <w:p w:rsidR="00203446" w:rsidRPr="00C8593F" w:rsidRDefault="002034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203446" w:rsidRPr="00C8593F" w:rsidRDefault="002034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859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How effective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do you think the use of</w:t>
                  </w:r>
                  <w:r w:rsidRPr="00C859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this literary device in this novel?</w:t>
                  </w:r>
                </w:p>
              </w:txbxContent>
            </v:textbox>
          </v:roundrect>
        </w:pict>
      </w:r>
    </w:p>
    <w:p w:rsidR="00203446" w:rsidRPr="00237AF4" w:rsidRDefault="00203446" w:rsidP="00237AF4"/>
    <w:p w:rsidR="00203446" w:rsidRPr="00237AF4" w:rsidRDefault="00203446" w:rsidP="00237AF4"/>
    <w:p w:rsidR="00203446" w:rsidRPr="00237AF4" w:rsidRDefault="00203446" w:rsidP="00237AF4"/>
    <w:p w:rsidR="00203446" w:rsidRPr="00237AF4" w:rsidRDefault="00203446" w:rsidP="00237AF4"/>
    <w:p w:rsidR="00203446" w:rsidRPr="00237AF4" w:rsidRDefault="00203446" w:rsidP="00237AF4"/>
    <w:p w:rsidR="00203446" w:rsidRPr="00237AF4" w:rsidRDefault="00203446" w:rsidP="00237AF4"/>
    <w:p w:rsidR="00203446" w:rsidRDefault="00203446" w:rsidP="00237AF4"/>
    <w:p w:rsidR="00203446" w:rsidRPr="00237AF4" w:rsidRDefault="00203446" w:rsidP="00237AF4">
      <w:pPr>
        <w:rPr>
          <w:sz w:val="32"/>
          <w:szCs w:val="32"/>
        </w:rPr>
      </w:pPr>
      <w:r w:rsidRPr="00237AF4">
        <w:rPr>
          <w:sz w:val="32"/>
          <w:szCs w:val="32"/>
        </w:rPr>
        <w:t>Discuss why you think Mark Haddon uses the technique of alternating his chapter.</w:t>
      </w:r>
    </w:p>
    <w:p w:rsidR="00203446" w:rsidRPr="00237AF4" w:rsidRDefault="00203446" w:rsidP="00237AF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37AF4">
        <w:rPr>
          <w:sz w:val="32"/>
          <w:szCs w:val="32"/>
        </w:rPr>
        <w:t xml:space="preserve"> How does it create tension?</w:t>
      </w:r>
    </w:p>
    <w:p w:rsidR="00203446" w:rsidRPr="00237AF4" w:rsidRDefault="00203446" w:rsidP="00237AF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37AF4">
        <w:rPr>
          <w:sz w:val="32"/>
          <w:szCs w:val="32"/>
        </w:rPr>
        <w:t>Explain it as a device for characterisation.</w:t>
      </w:r>
    </w:p>
    <w:p w:rsidR="00203446" w:rsidRPr="00237AF4" w:rsidRDefault="00203446" w:rsidP="00237AF4">
      <w:pPr>
        <w:rPr>
          <w:sz w:val="32"/>
          <w:szCs w:val="32"/>
        </w:rPr>
      </w:pPr>
    </w:p>
    <w:p w:rsidR="00203446" w:rsidRPr="00237AF4" w:rsidRDefault="00203446" w:rsidP="00237AF4">
      <w:pPr>
        <w:rPr>
          <w:sz w:val="32"/>
          <w:szCs w:val="32"/>
        </w:rPr>
      </w:pPr>
      <w:r w:rsidRPr="00237AF4">
        <w:rPr>
          <w:sz w:val="32"/>
          <w:szCs w:val="32"/>
        </w:rPr>
        <w:t>How does the structure of the plot reflect the theme of order and stability?</w:t>
      </w:r>
    </w:p>
    <w:p w:rsidR="00203446" w:rsidRPr="00237AF4" w:rsidRDefault="00203446" w:rsidP="00237AF4">
      <w:pPr>
        <w:rPr>
          <w:sz w:val="32"/>
          <w:szCs w:val="32"/>
        </w:rPr>
      </w:pPr>
    </w:p>
    <w:p w:rsidR="00203446" w:rsidRPr="00237AF4" w:rsidRDefault="00203446" w:rsidP="00237AF4">
      <w:pPr>
        <w:rPr>
          <w:sz w:val="32"/>
          <w:szCs w:val="32"/>
        </w:rPr>
      </w:pPr>
      <w:r w:rsidRPr="00237AF4">
        <w:rPr>
          <w:sz w:val="32"/>
          <w:szCs w:val="32"/>
        </w:rPr>
        <w:t>Explain your understanding of the following plot key words in relation to ‘The Curious Dog in the Night Time’</w:t>
      </w:r>
    </w:p>
    <w:p w:rsidR="00203446" w:rsidRPr="00237AF4" w:rsidRDefault="00203446" w:rsidP="00237AF4">
      <w:pPr>
        <w:rPr>
          <w:sz w:val="32"/>
          <w:szCs w:val="32"/>
        </w:rPr>
      </w:pPr>
    </w:p>
    <w:p w:rsidR="00203446" w:rsidRDefault="00203446" w:rsidP="00237AF4"/>
    <w:p w:rsidR="00203446" w:rsidRPr="00237AF4" w:rsidRDefault="00203446" w:rsidP="00237AF4"/>
    <w:sectPr w:rsidR="00203446" w:rsidRPr="00237AF4" w:rsidSect="001A21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12403"/>
    <w:multiLevelType w:val="hybridMultilevel"/>
    <w:tmpl w:val="C0E47B4E"/>
    <w:lvl w:ilvl="0" w:tplc="12F6C22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93F"/>
    <w:rsid w:val="000B1A15"/>
    <w:rsid w:val="001227DD"/>
    <w:rsid w:val="001A21BD"/>
    <w:rsid w:val="00203446"/>
    <w:rsid w:val="00237AF4"/>
    <w:rsid w:val="00246C10"/>
    <w:rsid w:val="004E2A8C"/>
    <w:rsid w:val="00895B44"/>
    <w:rsid w:val="009E37C4"/>
    <w:rsid w:val="00C8593F"/>
    <w:rsid w:val="00E70751"/>
    <w:rsid w:val="00FA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1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7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53</Words>
  <Characters>303</Characters>
  <Application>Microsoft Office Outlook</Application>
  <DocSecurity>0</DocSecurity>
  <Lines>0</Lines>
  <Paragraphs>0</Paragraphs>
  <ScaleCrop>false</ScaleCrop>
  <Company>Marlborough Girls'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nicolac</dc:creator>
  <cp:keywords/>
  <dc:description/>
  <cp:lastModifiedBy>Ministry of Education</cp:lastModifiedBy>
  <cp:revision>2</cp:revision>
  <cp:lastPrinted>2008-09-23T02:17:00Z</cp:lastPrinted>
  <dcterms:created xsi:type="dcterms:W3CDTF">2009-05-04T03:52:00Z</dcterms:created>
  <dcterms:modified xsi:type="dcterms:W3CDTF">2009-05-04T03:52:00Z</dcterms:modified>
</cp:coreProperties>
</file>